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E3913" w14:paraId="1727EEBE" w14:textId="77777777" w:rsidTr="00050DA7">
        <w:tc>
          <w:tcPr>
            <w:tcW w:w="4428" w:type="dxa"/>
          </w:tcPr>
          <w:p w14:paraId="5667FC1B" w14:textId="45EB5302" w:rsidR="000348ED" w:rsidRPr="00282766" w:rsidRDefault="005D05AC" w:rsidP="002B0236">
            <w:r w:rsidRPr="00282766">
              <w:t>From:</w:t>
            </w:r>
            <w:r w:rsidRPr="00282766">
              <w:tab/>
            </w:r>
            <w:r w:rsidR="00E73962">
              <w:t>ENG</w:t>
            </w:r>
            <w:r w:rsidR="00E73962" w:rsidRPr="00282766">
              <w:t xml:space="preserve"> </w:t>
            </w:r>
            <w:r w:rsidRPr="00282766">
              <w:t>C</w:t>
            </w:r>
            <w:r w:rsidR="00050DA7" w:rsidRPr="00282766">
              <w:t>ommittee</w:t>
            </w:r>
          </w:p>
        </w:tc>
        <w:tc>
          <w:tcPr>
            <w:tcW w:w="5461" w:type="dxa"/>
          </w:tcPr>
          <w:p w14:paraId="0640DEAE" w14:textId="3C0FDACC" w:rsidR="00037A00" w:rsidRDefault="00037A00" w:rsidP="008F4DC3">
            <w:pPr>
              <w:jc w:val="right"/>
            </w:pPr>
            <w:r>
              <w:t>ENG19-</w:t>
            </w:r>
            <w:r w:rsidR="00B742A8">
              <w:t>9.2.2.</w:t>
            </w:r>
            <w:r w:rsidR="0099314B">
              <w:t>7</w:t>
            </w:r>
          </w:p>
          <w:p w14:paraId="6E3F8D98" w14:textId="708A5180" w:rsidR="000348ED" w:rsidRPr="00FE3913" w:rsidRDefault="000348ED" w:rsidP="008F4DC3">
            <w:pPr>
              <w:jc w:val="right"/>
            </w:pPr>
          </w:p>
        </w:tc>
      </w:tr>
      <w:tr w:rsidR="000348ED" w:rsidRPr="00282766" w14:paraId="573A17E5" w14:textId="77777777" w:rsidTr="00050DA7">
        <w:tc>
          <w:tcPr>
            <w:tcW w:w="4428" w:type="dxa"/>
          </w:tcPr>
          <w:p w14:paraId="71FE9F80" w14:textId="3618F818" w:rsidR="000348ED" w:rsidRPr="00282766" w:rsidRDefault="005D05AC" w:rsidP="002B0236">
            <w:r w:rsidRPr="00282766">
              <w:t>To:</w:t>
            </w:r>
            <w:r w:rsidRPr="00282766">
              <w:tab/>
            </w:r>
            <w:r w:rsidR="0025775C">
              <w:t>ARM</w:t>
            </w:r>
            <w:r w:rsidR="00CA04AF" w:rsidRPr="00282766">
              <w:t xml:space="preserve"> </w:t>
            </w:r>
            <w:r w:rsidR="00902AA4" w:rsidRPr="00282766">
              <w:t>Committee</w:t>
            </w:r>
          </w:p>
        </w:tc>
        <w:tc>
          <w:tcPr>
            <w:tcW w:w="5461" w:type="dxa"/>
          </w:tcPr>
          <w:p w14:paraId="5039DF58" w14:textId="396A876E" w:rsidR="000348ED" w:rsidRPr="00282766" w:rsidRDefault="0099314B" w:rsidP="008F4DC3">
            <w:pPr>
              <w:jc w:val="right"/>
            </w:pPr>
            <w:r>
              <w:t>24</w:t>
            </w:r>
            <w:r w:rsidR="00857F1B" w:rsidRPr="004C7016">
              <w:t xml:space="preserve">rd </w:t>
            </w:r>
            <w:r w:rsidR="00857F1B">
              <w:t>October</w:t>
            </w:r>
            <w:r w:rsidR="00857F1B" w:rsidRPr="00282766">
              <w:t xml:space="preserve"> </w:t>
            </w:r>
            <w:r w:rsidR="005D05AC" w:rsidRPr="00282766">
              <w:t>20</w:t>
            </w:r>
            <w:r w:rsidR="00476950">
              <w:t>24</w:t>
            </w:r>
          </w:p>
        </w:tc>
      </w:tr>
    </w:tbl>
    <w:p w14:paraId="6AB39FBB" w14:textId="77777777" w:rsidR="000348ED" w:rsidRPr="00282766" w:rsidRDefault="00AA2626" w:rsidP="002B0236">
      <w:pPr>
        <w:pStyle w:val="Titel"/>
      </w:pPr>
      <w:r w:rsidRPr="00282766">
        <w:t>LIAISON NOTE</w:t>
      </w:r>
    </w:p>
    <w:p w14:paraId="0803A639" w14:textId="5CFE5F98" w:rsidR="000348ED" w:rsidRPr="00282766" w:rsidRDefault="00561495" w:rsidP="002B0236">
      <w:pPr>
        <w:pStyle w:val="Titel"/>
      </w:pPr>
      <w:r w:rsidRPr="00561495">
        <w:t>To seek opinion and input on the latest version of the IALA MASS Guideline</w:t>
      </w:r>
      <w:r w:rsidRPr="00561495" w:rsidDel="00561495">
        <w:t xml:space="preserve"> </w:t>
      </w:r>
    </w:p>
    <w:p w14:paraId="0F0C91A8" w14:textId="77777777" w:rsidR="0064435F" w:rsidRPr="00282766" w:rsidRDefault="008E7A45" w:rsidP="002B0236">
      <w:pPr>
        <w:pStyle w:val="Kop1"/>
      </w:pPr>
      <w:r w:rsidRPr="00282766">
        <w:t>INTRODUCTION</w:t>
      </w:r>
    </w:p>
    <w:p w14:paraId="77E557F7" w14:textId="3B9339F4" w:rsidR="006E3810" w:rsidRPr="00282766" w:rsidRDefault="006E3810" w:rsidP="002B0236">
      <w:pPr>
        <w:pStyle w:val="Plattetekst"/>
      </w:pPr>
      <w:r w:rsidRPr="00282766">
        <w:t xml:space="preserve">The </w:t>
      </w:r>
      <w:r w:rsidR="00E73962">
        <w:t>ENG</w:t>
      </w:r>
      <w:r w:rsidR="00E73962" w:rsidRPr="00282766">
        <w:t xml:space="preserve"> </w:t>
      </w:r>
      <w:r w:rsidRPr="00282766">
        <w:t xml:space="preserve">committee </w:t>
      </w:r>
      <w:r w:rsidR="00E73962">
        <w:t xml:space="preserve">took notice of the </w:t>
      </w:r>
      <w:r w:rsidR="00D777E5" w:rsidRPr="00D777E5">
        <w:t>ARM MASS Task Group working on a draft of the IALA MASS Guideline</w:t>
      </w:r>
      <w:r w:rsidR="00151052" w:rsidRPr="00282766">
        <w:t>.</w:t>
      </w:r>
    </w:p>
    <w:p w14:paraId="29A84FF9" w14:textId="3735EC63" w:rsidR="00F6044D" w:rsidRPr="00282766" w:rsidRDefault="004C1D3B" w:rsidP="002B0236">
      <w:pPr>
        <w:pStyle w:val="Plattetekst"/>
      </w:pPr>
      <w:r w:rsidRPr="00282766">
        <w:t xml:space="preserve">The </w:t>
      </w:r>
      <w:r w:rsidR="00E73962">
        <w:t>ENG</w:t>
      </w:r>
      <w:r w:rsidR="00E73962" w:rsidRPr="00282766">
        <w:t xml:space="preserve"> </w:t>
      </w:r>
      <w:r w:rsidRPr="00282766">
        <w:t xml:space="preserve">committee </w:t>
      </w:r>
      <w:r w:rsidR="00D777E5">
        <w:t>agrees that</w:t>
      </w:r>
      <w:r w:rsidR="00D777E5" w:rsidRPr="00D777E5">
        <w:t>, because of the rapid developments in MASS, the document would best be positioned as a Guideline, noting that it will need to be updated regularly.</w:t>
      </w:r>
    </w:p>
    <w:p w14:paraId="1045B719" w14:textId="18BB0EF0" w:rsidR="00D36B6D" w:rsidRDefault="00D36B6D" w:rsidP="002B0236">
      <w:pPr>
        <w:pStyle w:val="Plattetekst"/>
      </w:pPr>
      <w:r w:rsidRPr="00282766">
        <w:t xml:space="preserve">The </w:t>
      </w:r>
      <w:r w:rsidR="00014978">
        <w:t>ENG</w:t>
      </w:r>
      <w:r w:rsidR="00014978" w:rsidRPr="00282766">
        <w:t xml:space="preserve"> </w:t>
      </w:r>
      <w:r w:rsidRPr="00282766">
        <w:t xml:space="preserve">committee </w:t>
      </w:r>
      <w:r w:rsidR="00014978">
        <w:t xml:space="preserve">will monitor the development </w:t>
      </w:r>
      <w:r w:rsidR="007221B7">
        <w:t xml:space="preserve">of the </w:t>
      </w:r>
      <w:r w:rsidR="00141234">
        <w:t>G</w:t>
      </w:r>
      <w:r w:rsidR="007221B7">
        <w:t>uideline</w:t>
      </w:r>
      <w:r w:rsidR="00D777E5">
        <w:t>s</w:t>
      </w:r>
      <w:r w:rsidR="00141234">
        <w:t xml:space="preserve"> </w:t>
      </w:r>
      <w:r w:rsidR="00B00C4A">
        <w:t xml:space="preserve">on </w:t>
      </w:r>
      <w:r w:rsidR="00D777E5">
        <w:t>MASS</w:t>
      </w:r>
      <w:r w:rsidR="00B00C4A">
        <w:t xml:space="preserve"> </w:t>
      </w:r>
      <w:r w:rsidR="00014978">
        <w:t>and will</w:t>
      </w:r>
      <w:r w:rsidR="004444D8">
        <w:t xml:space="preserve"> </w:t>
      </w:r>
      <w:r w:rsidR="00D777E5">
        <w:t>add a task for the whole ENG committee for this matter</w:t>
      </w:r>
      <w:r w:rsidR="00825212">
        <w:t xml:space="preserve"> to assist the </w:t>
      </w:r>
      <w:r w:rsidR="006D4177">
        <w:t>“</w:t>
      </w:r>
      <w:r w:rsidR="002165B5">
        <w:t>intersessional draft group</w:t>
      </w:r>
      <w:r w:rsidR="006D4177">
        <w:t xml:space="preserve">” </w:t>
      </w:r>
      <w:r w:rsidR="002165B5">
        <w:t xml:space="preserve">that is scheduled for Monday, 13 January 2025 </w:t>
      </w:r>
      <w:r w:rsidR="00825212">
        <w:t>for generating this MASS Guideline</w:t>
      </w:r>
      <w:r w:rsidR="002165B5">
        <w:t xml:space="preserve"> on “MASS </w:t>
      </w:r>
      <w:r w:rsidR="002165B5" w:rsidRPr="002165B5">
        <w:t>for AtoN Authoritie</w:t>
      </w:r>
      <w:r w:rsidR="002165B5">
        <w:t>” and Guideline on “</w:t>
      </w:r>
      <w:r w:rsidR="002165B5" w:rsidRPr="002165B5">
        <w:t>Developments and implications of MASS for coastal authorities</w:t>
      </w:r>
      <w:r w:rsidR="002165B5">
        <w:t>”</w:t>
      </w:r>
      <w:r w:rsidR="00992AA8" w:rsidRPr="00282766">
        <w:t>.</w:t>
      </w:r>
    </w:p>
    <w:p w14:paraId="08742C64" w14:textId="77777777" w:rsidR="009F5C36" w:rsidRPr="00282766" w:rsidRDefault="008E7A45" w:rsidP="002B0236">
      <w:pPr>
        <w:pStyle w:val="Kop1"/>
      </w:pPr>
      <w:r w:rsidRPr="00282766">
        <w:t>ACTION REQUESTED</w:t>
      </w:r>
    </w:p>
    <w:p w14:paraId="49281123" w14:textId="77B6DA4B" w:rsidR="0021298A" w:rsidRPr="002D0F75" w:rsidRDefault="00902AA4" w:rsidP="00DE24D6">
      <w:pPr>
        <w:pStyle w:val="List1"/>
        <w:rPr>
          <w:lang w:val="en-GB"/>
        </w:rPr>
      </w:pPr>
      <w:r w:rsidRPr="00282766">
        <w:rPr>
          <w:lang w:val="en-GB"/>
        </w:rPr>
        <w:t xml:space="preserve">The </w:t>
      </w:r>
      <w:r w:rsidR="00D777E5">
        <w:rPr>
          <w:lang w:val="en-GB"/>
        </w:rPr>
        <w:t>ARM MASS Task Group</w:t>
      </w:r>
      <w:r w:rsidR="00246A3D" w:rsidRPr="00282766">
        <w:rPr>
          <w:lang w:val="en-GB"/>
        </w:rPr>
        <w:t xml:space="preserve"> </w:t>
      </w:r>
      <w:r w:rsidR="00C1050A">
        <w:rPr>
          <w:lang w:val="en-GB"/>
        </w:rPr>
        <w:t>take notice of this way forward</w:t>
      </w:r>
      <w:r w:rsidR="00D004D4">
        <w:rPr>
          <w:lang w:val="en-GB"/>
        </w:rPr>
        <w:t>.</w:t>
      </w:r>
    </w:p>
    <w:sectPr w:rsidR="0021298A" w:rsidRPr="002D0F75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D4AA4" w14:textId="77777777" w:rsidR="009D60CE" w:rsidRDefault="009D60CE" w:rsidP="002B0236">
      <w:r>
        <w:separator/>
      </w:r>
    </w:p>
  </w:endnote>
  <w:endnote w:type="continuationSeparator" w:id="0">
    <w:p w14:paraId="46F7463B" w14:textId="77777777" w:rsidR="009D60CE" w:rsidRDefault="009D60C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F4C09" w14:textId="77777777" w:rsidR="001B5C39" w:rsidRDefault="001B5C3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FB659" w14:textId="77777777" w:rsidR="00002906" w:rsidRDefault="00002906" w:rsidP="002B0236">
    <w:pPr>
      <w:pStyle w:val="Voetteks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1FECF" w14:textId="77777777" w:rsidR="001B5C39" w:rsidRDefault="001B5C3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C4352" w14:textId="77777777" w:rsidR="009D60CE" w:rsidRDefault="009D60CE" w:rsidP="002B0236">
      <w:bookmarkStart w:id="0" w:name="_Hlk178862997"/>
      <w:bookmarkEnd w:id="0"/>
      <w:r>
        <w:separator/>
      </w:r>
    </w:p>
  </w:footnote>
  <w:footnote w:type="continuationSeparator" w:id="0">
    <w:p w14:paraId="03076A63" w14:textId="77777777" w:rsidR="009D60CE" w:rsidRDefault="009D60C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75F57" w14:textId="77777777" w:rsidR="008E7A45" w:rsidRDefault="00000000" w:rsidP="002B0236">
    <w:pPr>
      <w:pStyle w:val="Koptekst"/>
    </w:pPr>
    <w:r>
      <w:rPr>
        <w:noProof/>
      </w:rPr>
      <w:pict w14:anchorId="658116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7" type="#_x0000_t136" alt="" style="position:absolute;left:0;text-align:left;margin-left:0;margin-top:0;width:634.5pt;height:68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8E354" w14:textId="7A68AC23" w:rsidR="008E7A45" w:rsidRDefault="00000000" w:rsidP="002B0236">
    <w:pPr>
      <w:pStyle w:val="Koptekst"/>
    </w:pPr>
    <w:r>
      <w:rPr>
        <w:noProof/>
      </w:rPr>
      <w:pict w14:anchorId="52D548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6" type="#_x0000_t136" alt="" style="position:absolute;left:0;text-align:left;margin-left:0;margin-top:0;width:634.5pt;height:68.45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B457C" w:rsidDel="001B5C39">
      <w:t xml:space="preserve"> </w:t>
    </w:r>
    <w:r w:rsidR="000A1D37">
      <w:rPr>
        <w:noProof/>
      </w:rPr>
      <w:drawing>
        <wp:inline distT="0" distB="0" distL="0" distR="0" wp14:anchorId="0E73270D" wp14:editId="33B02F05">
          <wp:extent cx="857250" cy="828675"/>
          <wp:effectExtent l="0" t="0" r="0" b="0"/>
          <wp:docPr id="1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55B30" w14:textId="77777777" w:rsidR="008E7A45" w:rsidRDefault="00000000" w:rsidP="002B0236">
    <w:pPr>
      <w:pStyle w:val="Koptekst"/>
    </w:pPr>
    <w:r>
      <w:rPr>
        <w:noProof/>
      </w:rPr>
      <w:pict w14:anchorId="144780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alt="" style="position:absolute;left:0;text-align:left;margin-left:0;margin-top:0;width:634.5pt;height:68.45pt;rotation:315;z-index:-2516597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F317F8"/>
    <w:multiLevelType w:val="hybridMultilevel"/>
    <w:tmpl w:val="55DA1D0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27897189">
    <w:abstractNumId w:val="9"/>
  </w:num>
  <w:num w:numId="2" w16cid:durableId="2077777496">
    <w:abstractNumId w:val="14"/>
  </w:num>
  <w:num w:numId="3" w16cid:durableId="1267346185">
    <w:abstractNumId w:val="9"/>
  </w:num>
  <w:num w:numId="4" w16cid:durableId="367410559">
    <w:abstractNumId w:val="9"/>
  </w:num>
  <w:num w:numId="5" w16cid:durableId="2088528028">
    <w:abstractNumId w:val="5"/>
  </w:num>
  <w:num w:numId="6" w16cid:durableId="158546728">
    <w:abstractNumId w:val="10"/>
  </w:num>
  <w:num w:numId="7" w16cid:durableId="590965507">
    <w:abstractNumId w:val="7"/>
  </w:num>
  <w:num w:numId="8" w16cid:durableId="1839691695">
    <w:abstractNumId w:val="0"/>
  </w:num>
  <w:num w:numId="9" w16cid:durableId="757867453">
    <w:abstractNumId w:val="4"/>
  </w:num>
  <w:num w:numId="10" w16cid:durableId="1635020237">
    <w:abstractNumId w:val="11"/>
  </w:num>
  <w:num w:numId="11" w16cid:durableId="284623294">
    <w:abstractNumId w:val="2"/>
  </w:num>
  <w:num w:numId="12" w16cid:durableId="439187758">
    <w:abstractNumId w:val="2"/>
  </w:num>
  <w:num w:numId="13" w16cid:durableId="18627624">
    <w:abstractNumId w:val="2"/>
  </w:num>
  <w:num w:numId="14" w16cid:durableId="900359799">
    <w:abstractNumId w:val="2"/>
  </w:num>
  <w:num w:numId="15" w16cid:durableId="2143844684">
    <w:abstractNumId w:val="2"/>
  </w:num>
  <w:num w:numId="16" w16cid:durableId="1399090785">
    <w:abstractNumId w:val="6"/>
  </w:num>
  <w:num w:numId="17" w16cid:durableId="1475829989">
    <w:abstractNumId w:val="13"/>
  </w:num>
  <w:num w:numId="18" w16cid:durableId="1634022098">
    <w:abstractNumId w:val="3"/>
  </w:num>
  <w:num w:numId="19" w16cid:durableId="540366015">
    <w:abstractNumId w:val="12"/>
  </w:num>
  <w:num w:numId="20" w16cid:durableId="1454712633">
    <w:abstractNumId w:val="8"/>
  </w:num>
  <w:num w:numId="21" w16cid:durableId="1461458383">
    <w:abstractNumId w:val="6"/>
  </w:num>
  <w:num w:numId="22" w16cid:durableId="898977485">
    <w:abstractNumId w:val="6"/>
  </w:num>
  <w:num w:numId="23" w16cid:durableId="1374565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6402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068B5"/>
    <w:rsid w:val="00014978"/>
    <w:rsid w:val="00021C9A"/>
    <w:rsid w:val="00024888"/>
    <w:rsid w:val="00031A92"/>
    <w:rsid w:val="000348ED"/>
    <w:rsid w:val="00036801"/>
    <w:rsid w:val="00036C6B"/>
    <w:rsid w:val="00037A00"/>
    <w:rsid w:val="00045FFE"/>
    <w:rsid w:val="00046217"/>
    <w:rsid w:val="00050DA7"/>
    <w:rsid w:val="0006674A"/>
    <w:rsid w:val="0007412D"/>
    <w:rsid w:val="00080250"/>
    <w:rsid w:val="00084644"/>
    <w:rsid w:val="00096A83"/>
    <w:rsid w:val="000A1D37"/>
    <w:rsid w:val="000A48A2"/>
    <w:rsid w:val="000A5A01"/>
    <w:rsid w:val="000B6323"/>
    <w:rsid w:val="000D5D3D"/>
    <w:rsid w:val="000E0EB7"/>
    <w:rsid w:val="000E2B67"/>
    <w:rsid w:val="00111E2F"/>
    <w:rsid w:val="00135447"/>
    <w:rsid w:val="00141234"/>
    <w:rsid w:val="00151052"/>
    <w:rsid w:val="00152273"/>
    <w:rsid w:val="00173343"/>
    <w:rsid w:val="0019391A"/>
    <w:rsid w:val="0019401D"/>
    <w:rsid w:val="001A654A"/>
    <w:rsid w:val="001B5C39"/>
    <w:rsid w:val="001C112D"/>
    <w:rsid w:val="001C7211"/>
    <w:rsid w:val="001C74CF"/>
    <w:rsid w:val="001E5FEE"/>
    <w:rsid w:val="00207C2D"/>
    <w:rsid w:val="0021082F"/>
    <w:rsid w:val="0021298A"/>
    <w:rsid w:val="00213E40"/>
    <w:rsid w:val="002165B5"/>
    <w:rsid w:val="002211F9"/>
    <w:rsid w:val="00222411"/>
    <w:rsid w:val="00234BF2"/>
    <w:rsid w:val="002411DA"/>
    <w:rsid w:val="00246A3D"/>
    <w:rsid w:val="0025775C"/>
    <w:rsid w:val="00261847"/>
    <w:rsid w:val="00277A2E"/>
    <w:rsid w:val="00282766"/>
    <w:rsid w:val="00283F8F"/>
    <w:rsid w:val="002B012A"/>
    <w:rsid w:val="002B0236"/>
    <w:rsid w:val="002D0F75"/>
    <w:rsid w:val="002D1495"/>
    <w:rsid w:val="003051EB"/>
    <w:rsid w:val="00345FC3"/>
    <w:rsid w:val="00352A09"/>
    <w:rsid w:val="00371A32"/>
    <w:rsid w:val="0038401A"/>
    <w:rsid w:val="0039414F"/>
    <w:rsid w:val="003A6DB5"/>
    <w:rsid w:val="003C6DAE"/>
    <w:rsid w:val="003D55DD"/>
    <w:rsid w:val="003E1831"/>
    <w:rsid w:val="003F6C3D"/>
    <w:rsid w:val="00412DD9"/>
    <w:rsid w:val="00424954"/>
    <w:rsid w:val="0043664F"/>
    <w:rsid w:val="004444D8"/>
    <w:rsid w:val="00454FDE"/>
    <w:rsid w:val="00476582"/>
    <w:rsid w:val="00476950"/>
    <w:rsid w:val="004A11FD"/>
    <w:rsid w:val="004B3798"/>
    <w:rsid w:val="004C1386"/>
    <w:rsid w:val="004C1D3B"/>
    <w:rsid w:val="004C220D"/>
    <w:rsid w:val="004C7016"/>
    <w:rsid w:val="004D2727"/>
    <w:rsid w:val="004D42F1"/>
    <w:rsid w:val="004E7716"/>
    <w:rsid w:val="00536A56"/>
    <w:rsid w:val="005560CE"/>
    <w:rsid w:val="00561495"/>
    <w:rsid w:val="005648D6"/>
    <w:rsid w:val="00564F34"/>
    <w:rsid w:val="0059456F"/>
    <w:rsid w:val="00597FDC"/>
    <w:rsid w:val="005A0DA4"/>
    <w:rsid w:val="005A58F6"/>
    <w:rsid w:val="005A6F33"/>
    <w:rsid w:val="005B3C1C"/>
    <w:rsid w:val="005C7635"/>
    <w:rsid w:val="005D05AC"/>
    <w:rsid w:val="005D3DF3"/>
    <w:rsid w:val="005F0E1A"/>
    <w:rsid w:val="005F5C79"/>
    <w:rsid w:val="00604A9D"/>
    <w:rsid w:val="00630BDA"/>
    <w:rsid w:val="00630F7F"/>
    <w:rsid w:val="0064435F"/>
    <w:rsid w:val="00645670"/>
    <w:rsid w:val="006469FA"/>
    <w:rsid w:val="00667895"/>
    <w:rsid w:val="00694CA2"/>
    <w:rsid w:val="006D22E0"/>
    <w:rsid w:val="006D4177"/>
    <w:rsid w:val="006D41AD"/>
    <w:rsid w:val="006D470F"/>
    <w:rsid w:val="006E2822"/>
    <w:rsid w:val="006E3810"/>
    <w:rsid w:val="00706A56"/>
    <w:rsid w:val="00710C19"/>
    <w:rsid w:val="007221B7"/>
    <w:rsid w:val="00727E88"/>
    <w:rsid w:val="00732200"/>
    <w:rsid w:val="00732ECE"/>
    <w:rsid w:val="0074115B"/>
    <w:rsid w:val="00755C73"/>
    <w:rsid w:val="00775878"/>
    <w:rsid w:val="00775FC0"/>
    <w:rsid w:val="007A47E5"/>
    <w:rsid w:val="007C7986"/>
    <w:rsid w:val="007E13D6"/>
    <w:rsid w:val="0080092C"/>
    <w:rsid w:val="008132B7"/>
    <w:rsid w:val="00825212"/>
    <w:rsid w:val="00857F1B"/>
    <w:rsid w:val="008717FD"/>
    <w:rsid w:val="00872453"/>
    <w:rsid w:val="0089128F"/>
    <w:rsid w:val="008D4E23"/>
    <w:rsid w:val="008E1919"/>
    <w:rsid w:val="008E7A45"/>
    <w:rsid w:val="008F13DD"/>
    <w:rsid w:val="008F4D4C"/>
    <w:rsid w:val="008F4DC3"/>
    <w:rsid w:val="008F797D"/>
    <w:rsid w:val="00902AA4"/>
    <w:rsid w:val="00906239"/>
    <w:rsid w:val="0092074C"/>
    <w:rsid w:val="00952662"/>
    <w:rsid w:val="00970393"/>
    <w:rsid w:val="00975C14"/>
    <w:rsid w:val="00976D25"/>
    <w:rsid w:val="00992AA8"/>
    <w:rsid w:val="0099314B"/>
    <w:rsid w:val="00997952"/>
    <w:rsid w:val="009A1F01"/>
    <w:rsid w:val="009D4B35"/>
    <w:rsid w:val="009D60CE"/>
    <w:rsid w:val="009E54AF"/>
    <w:rsid w:val="009E5CFD"/>
    <w:rsid w:val="009E7AF2"/>
    <w:rsid w:val="009F3B6C"/>
    <w:rsid w:val="009F5C36"/>
    <w:rsid w:val="00A208E5"/>
    <w:rsid w:val="00A27F12"/>
    <w:rsid w:val="00A30579"/>
    <w:rsid w:val="00A32447"/>
    <w:rsid w:val="00A36909"/>
    <w:rsid w:val="00A547DA"/>
    <w:rsid w:val="00A56936"/>
    <w:rsid w:val="00A6784F"/>
    <w:rsid w:val="00AA2279"/>
    <w:rsid w:val="00AA2626"/>
    <w:rsid w:val="00AA76C0"/>
    <w:rsid w:val="00AB457C"/>
    <w:rsid w:val="00AE2606"/>
    <w:rsid w:val="00AE491E"/>
    <w:rsid w:val="00B00C4A"/>
    <w:rsid w:val="00B057EF"/>
    <w:rsid w:val="00B077EC"/>
    <w:rsid w:val="00B15B24"/>
    <w:rsid w:val="00B3636D"/>
    <w:rsid w:val="00B428DA"/>
    <w:rsid w:val="00B52530"/>
    <w:rsid w:val="00B537C8"/>
    <w:rsid w:val="00B622B9"/>
    <w:rsid w:val="00B65232"/>
    <w:rsid w:val="00B67894"/>
    <w:rsid w:val="00B742A8"/>
    <w:rsid w:val="00B8247E"/>
    <w:rsid w:val="00BA0DEB"/>
    <w:rsid w:val="00BB775C"/>
    <w:rsid w:val="00BD00DE"/>
    <w:rsid w:val="00BE56DF"/>
    <w:rsid w:val="00BF3C37"/>
    <w:rsid w:val="00C1050A"/>
    <w:rsid w:val="00C112CA"/>
    <w:rsid w:val="00C15AFB"/>
    <w:rsid w:val="00C2524F"/>
    <w:rsid w:val="00C265EE"/>
    <w:rsid w:val="00C52654"/>
    <w:rsid w:val="00C82F45"/>
    <w:rsid w:val="00CA04AF"/>
    <w:rsid w:val="00CA7D6B"/>
    <w:rsid w:val="00CB0209"/>
    <w:rsid w:val="00CB6A15"/>
    <w:rsid w:val="00CC3571"/>
    <w:rsid w:val="00CE4820"/>
    <w:rsid w:val="00CF59B7"/>
    <w:rsid w:val="00D004D4"/>
    <w:rsid w:val="00D23E9C"/>
    <w:rsid w:val="00D36B6D"/>
    <w:rsid w:val="00D376DA"/>
    <w:rsid w:val="00D47D3F"/>
    <w:rsid w:val="00D777E5"/>
    <w:rsid w:val="00D84654"/>
    <w:rsid w:val="00DB0181"/>
    <w:rsid w:val="00DB480B"/>
    <w:rsid w:val="00DE24D6"/>
    <w:rsid w:val="00E00356"/>
    <w:rsid w:val="00E02957"/>
    <w:rsid w:val="00E06065"/>
    <w:rsid w:val="00E270E9"/>
    <w:rsid w:val="00E46E54"/>
    <w:rsid w:val="00E5463F"/>
    <w:rsid w:val="00E5755C"/>
    <w:rsid w:val="00E729A7"/>
    <w:rsid w:val="00E73962"/>
    <w:rsid w:val="00E8380C"/>
    <w:rsid w:val="00E875BF"/>
    <w:rsid w:val="00E875D5"/>
    <w:rsid w:val="00E93C9B"/>
    <w:rsid w:val="00EB75CE"/>
    <w:rsid w:val="00EE3F2F"/>
    <w:rsid w:val="00EE56AA"/>
    <w:rsid w:val="00EF28D6"/>
    <w:rsid w:val="00F03A4C"/>
    <w:rsid w:val="00F34E5B"/>
    <w:rsid w:val="00F34EB4"/>
    <w:rsid w:val="00F418AA"/>
    <w:rsid w:val="00F55277"/>
    <w:rsid w:val="00F6044D"/>
    <w:rsid w:val="00F64B46"/>
    <w:rsid w:val="00F72EE0"/>
    <w:rsid w:val="00F73F78"/>
    <w:rsid w:val="00FA5842"/>
    <w:rsid w:val="00FA6769"/>
    <w:rsid w:val="00FB2617"/>
    <w:rsid w:val="00FB360A"/>
    <w:rsid w:val="00FD03CA"/>
    <w:rsid w:val="00FE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32EC75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Kop1">
    <w:name w:val="heading 1"/>
    <w:basedOn w:val="Standaard"/>
    <w:next w:val="Standaard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Kop2">
    <w:name w:val="heading 2"/>
    <w:basedOn w:val="Kop1"/>
    <w:next w:val="Standaard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Kop3">
    <w:name w:val="heading 3"/>
    <w:basedOn w:val="Standaard"/>
    <w:next w:val="Standaard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Kop4">
    <w:name w:val="heading 4"/>
    <w:basedOn w:val="Standaard"/>
    <w:next w:val="Standaard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Kop5">
    <w:name w:val="heading 5"/>
    <w:basedOn w:val="Standaard"/>
    <w:next w:val="Standaard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Kop6">
    <w:name w:val="heading 6"/>
    <w:basedOn w:val="Standaard"/>
    <w:next w:val="Standaard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Kop7">
    <w:name w:val="heading 7"/>
    <w:basedOn w:val="Standaard"/>
    <w:next w:val="Standaard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Plattetekst">
    <w:name w:val="Body Text"/>
    <w:basedOn w:val="Standaard"/>
    <w:link w:val="Platteteks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Kop1"/>
    <w:next w:val="Standaard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Standaard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Standaard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Standaard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Standaard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Standaard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Standaard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Standaard"/>
    <w:next w:val="Standaard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Voettekst">
    <w:name w:val="footer"/>
    <w:basedOn w:val="Standaard"/>
    <w:link w:val="Voettekst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VoettekstChar">
    <w:name w:val="Voettekst Char"/>
    <w:link w:val="Voettekst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Koptekst">
    <w:name w:val="header"/>
    <w:basedOn w:val="Standaard"/>
    <w:link w:val="Koptekst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KoptekstChar">
    <w:name w:val="Koptekst Char"/>
    <w:link w:val="Koptekst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Standaard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Standaard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Standaard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Standaard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Standaard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Standaard"/>
    <w:qFormat/>
    <w:rsid w:val="005D05AC"/>
    <w:pPr>
      <w:spacing w:after="120"/>
      <w:ind w:left="567"/>
    </w:pPr>
    <w:rPr>
      <w:lang w:val="fr-FR" w:eastAsia="en-GB"/>
    </w:rPr>
  </w:style>
  <w:style w:type="character" w:styleId="Paginanumm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Lijstmetafbeeldingen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Lijstmetafbeeldingen">
    <w:name w:val="table of figures"/>
    <w:basedOn w:val="Standaard"/>
    <w:next w:val="Standaard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Standaard"/>
    <w:next w:val="Standaard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PlattetekstChar">
    <w:name w:val="Platte tekst Char"/>
    <w:link w:val="Platteteks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Plattetekstinspringen">
    <w:name w:val="Body Text Indent"/>
    <w:basedOn w:val="Standaard"/>
    <w:link w:val="Plattetekstinspringen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PlattetekstinspringenChar">
    <w:name w:val="Platte tekst inspringen Char"/>
    <w:link w:val="Plattetekstinspringen"/>
    <w:rsid w:val="00002906"/>
    <w:rPr>
      <w:rFonts w:ascii="Arial" w:eastAsia="Calibri" w:hAnsi="Arial" w:cs="Calibri"/>
      <w:sz w:val="22"/>
      <w:szCs w:val="22"/>
    </w:rPr>
  </w:style>
  <w:style w:type="paragraph" w:styleId="Plattetekstinspringen2">
    <w:name w:val="Body Text Indent 2"/>
    <w:basedOn w:val="Standaard"/>
    <w:link w:val="Plattetekstinspringen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Plattetekstinspringen2Char">
    <w:name w:val="Platte tekst inspringen 2 Char"/>
    <w:link w:val="Plattetekstinspringen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Revisie">
    <w:name w:val="Revision"/>
    <w:hidden/>
    <w:uiPriority w:val="99"/>
    <w:semiHidden/>
    <w:rsid w:val="004E7716"/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9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577E6A-9B7A-4677-A514-5A8FBA8574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6A79C3-1CDE-4302-B90A-0278C7B52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22</TotalTime>
  <Pages>1</Pages>
  <Words>139</Words>
  <Characters>765</Characters>
  <Application>Microsoft Office Word</Application>
  <DocSecurity>0</DocSecurity>
  <Lines>6</Lines>
  <Paragraphs>1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Jeffrey van Gils</cp:lastModifiedBy>
  <cp:revision>14</cp:revision>
  <cp:lastPrinted>2006-10-19T11:49:00Z</cp:lastPrinted>
  <dcterms:created xsi:type="dcterms:W3CDTF">2024-10-23T03:05:00Z</dcterms:created>
  <dcterms:modified xsi:type="dcterms:W3CDTF">2024-10-24T04:45:00Z</dcterms:modified>
</cp:coreProperties>
</file>